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2072"/>
        <w:gridCol w:w="2127"/>
        <w:gridCol w:w="2126"/>
        <w:gridCol w:w="2028"/>
        <w:gridCol w:w="1162"/>
      </w:tblGrid>
      <w:tr w:rsidR="00806C01" w:rsidRPr="006178CE" w:rsidTr="00C464FC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813" w:type="dxa"/>
          </w:tcPr>
          <w:p w:rsidR="001F691C" w:rsidRPr="00A27465" w:rsidRDefault="00536452" w:rsidP="001F691C">
            <w:pPr>
              <w:jc w:val="center"/>
              <w:rPr>
                <w:b/>
                <w:lang w:val="en-US"/>
              </w:rPr>
            </w:pPr>
            <w:r w:rsidRPr="00A27465">
              <w:rPr>
                <w:b/>
                <w:lang w:val="en-US"/>
              </w:rPr>
              <w:t>Week 24</w:t>
            </w:r>
          </w:p>
        </w:tc>
        <w:tc>
          <w:tcPr>
            <w:tcW w:w="1813" w:type="dxa"/>
          </w:tcPr>
          <w:p w:rsidR="006F696E" w:rsidRPr="001F691C" w:rsidRDefault="001B7874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25</w:t>
            </w:r>
          </w:p>
        </w:tc>
        <w:tc>
          <w:tcPr>
            <w:tcW w:w="2072" w:type="dxa"/>
          </w:tcPr>
          <w:p w:rsidR="007432E0" w:rsidRPr="001F691C" w:rsidRDefault="007432E0" w:rsidP="001F691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127" w:type="dxa"/>
          </w:tcPr>
          <w:p w:rsidR="006178CE" w:rsidRPr="00861282" w:rsidRDefault="006178CE" w:rsidP="005711A4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28" w:type="dxa"/>
          </w:tcPr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1164CE" w:rsidRPr="001B7874" w:rsidTr="00C464FC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1164CE" w:rsidRPr="001164CE" w:rsidRDefault="001164CE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understanding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by following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 xml:space="preserve">more complex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classroom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Pr="001164CE" w:rsidRDefault="00536452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164CE" w:rsidRPr="001164CE" w:rsidRDefault="001B7874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Act. 3</w:t>
            </w:r>
            <w:bookmarkStart w:id="0" w:name="_GoBack"/>
            <w:bookmarkEnd w:id="0"/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1164CE" w:rsidRPr="00B34852" w:rsidRDefault="001164CE" w:rsidP="00B34852">
            <w:pPr>
              <w:rPr>
                <w:b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64CE" w:rsidRPr="005A600A" w:rsidRDefault="001164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1164CE" w:rsidRPr="005A600A" w:rsidRDefault="001164CE" w:rsidP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1164CE" w:rsidRPr="005A600A" w:rsidRDefault="001164CE" w:rsidP="00FA2415">
            <w:pPr>
              <w:rPr>
                <w:lang w:val="en-US"/>
              </w:rPr>
            </w:pPr>
          </w:p>
        </w:tc>
      </w:tr>
      <w:tr w:rsidR="00806C01" w:rsidRPr="001B7874" w:rsidTr="00C464FC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-Listens to and recognizes words in sentences, in poems, rhymes, tongue-twisters and songs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-Uses simple phrases in context to communicate, applying new vocabulary (answers WH questions showing understanding).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Identifies the meaning of images, logos and familiar signs found in illustrations, picture books, reference books and stories.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-Identifies </w:t>
            </w:r>
            <w:r w:rsidRPr="006178C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some of the elements of a story (characters-setting).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-Makes connections between personal experience and </w:t>
            </w: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n-US"/>
              </w:rPr>
              <w:t>story book characters.</w:t>
            </w:r>
            <w:r w:rsidRPr="006178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178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-Reads and understands high frequency words.</w:t>
            </w: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1F691C" w:rsidRPr="006178CE" w:rsidRDefault="001F691C" w:rsidP="001F691C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536452" w:rsidRDefault="00536452" w:rsidP="00536452">
            <w:pPr>
              <w:rPr>
                <w:b/>
                <w:lang w:val="en-US"/>
              </w:rPr>
            </w:pPr>
            <w:r w:rsidRPr="00C464FC">
              <w:rPr>
                <w:b/>
                <w:lang w:val="en-US"/>
              </w:rPr>
              <w:lastRenderedPageBreak/>
              <w:t>Stations: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-Interactive chart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(chosen poem or song for assembly)</w:t>
            </w:r>
          </w:p>
          <w:p w:rsidR="00536452" w:rsidRDefault="00536452" w:rsidP="00536452">
            <w:pP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-Survey </w:t>
            </w:r>
          </w:p>
          <w:p w:rsidR="009D55ED" w:rsidRPr="009D55ED" w:rsidRDefault="009D55ED" w:rsidP="009D55ED">
            <w:pPr>
              <w:pStyle w:val="Sinespaciado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9D55ED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How the different visual texts help people organise themselves? 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-computer</w:t>
            </w:r>
          </w:p>
          <w:p w:rsidR="00536452" w:rsidRDefault="00536452" w:rsidP="005364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-Link </w:t>
            </w:r>
            <w:proofErr w:type="spellStart"/>
            <w:r>
              <w:rPr>
                <w:b/>
                <w:lang w:val="en-US"/>
              </w:rPr>
              <w:t>B.sounds</w:t>
            </w:r>
            <w:proofErr w:type="spellEnd"/>
          </w:p>
          <w:p w:rsidR="00536452" w:rsidRDefault="001B7874" w:rsidP="00536452">
            <w:pP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</w:pPr>
            <w:hyperlink r:id="rId7" w:history="1">
              <w:r w:rsidR="00536452" w:rsidRPr="00972A6C">
                <w:rPr>
                  <w:rStyle w:val="Hipervnculo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536452" w:rsidRDefault="00536452" w:rsidP="00536452">
            <w:pP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</w:pPr>
            <w:r w:rsidRPr="00C464FC">
              <w:rPr>
                <w:rStyle w:val="Hipervnculo"/>
                <w:rFonts w:ascii="Verdana" w:hAnsi="Verdana"/>
                <w:b/>
                <w:sz w:val="16"/>
                <w:szCs w:val="16"/>
                <w:u w:val="none"/>
                <w:lang w:val="en-GB"/>
              </w:rPr>
              <w:t>-</w:t>
            </w:r>
            <w:r w:rsidRPr="00C464FC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>Writing</w:t>
            </w:r>
            <w: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u w:val="none"/>
                <w:lang w:val="en-GB"/>
              </w:rPr>
              <w:t xml:space="preserve"> (cards)</w:t>
            </w:r>
          </w:p>
          <w:p w:rsidR="00536452" w:rsidRPr="00536452" w:rsidRDefault="00536452" w:rsidP="00536452">
            <w:pPr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</w:pPr>
            <w:r w:rsidRPr="00536452">
              <w:rPr>
                <w:rStyle w:val="Hipervnculo"/>
                <w:rFonts w:ascii="Verdana" w:hAnsi="Verdana"/>
                <w:b/>
                <w:color w:val="FF0000"/>
                <w:sz w:val="16"/>
                <w:szCs w:val="16"/>
                <w:u w:val="none"/>
                <w:lang w:val="en-GB"/>
              </w:rPr>
              <w:t xml:space="preserve"> </w:t>
            </w:r>
            <w:r>
              <w:rPr>
                <w:rStyle w:val="Hipervnculo"/>
                <w:rFonts w:ascii="Verdana" w:hAnsi="Verdana"/>
                <w:b/>
                <w:sz w:val="16"/>
                <w:szCs w:val="16"/>
                <w:lang w:val="en-GB"/>
              </w:rPr>
              <w:t>-</w:t>
            </w:r>
            <w:r w:rsidRPr="00536452">
              <w:rPr>
                <w:rStyle w:val="Hipervnculo"/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B sounds booklet(M)</w:t>
            </w:r>
          </w:p>
          <w:p w:rsidR="00861282" w:rsidRPr="006178CE" w:rsidRDefault="00861282" w:rsidP="0086128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6F696E" w:rsidRPr="006178CE" w:rsidRDefault="006F696E" w:rsidP="0014345D">
            <w:pPr>
              <w:pStyle w:val="Sinespaci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B227C3" w:rsidRPr="006178CE" w:rsidRDefault="00B227C3" w:rsidP="006178C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25A2" w:rsidRPr="002825A2" w:rsidRDefault="002825A2" w:rsidP="006178CE">
            <w:pPr>
              <w:ind w:left="360"/>
              <w:rPr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178CE" w:rsidRPr="005A600A" w:rsidRDefault="006178CE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C464FC" w:rsidRPr="005A600A" w:rsidRDefault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536452">
            <w:pPr>
              <w:rPr>
                <w:lang w:val="en-US"/>
              </w:rPr>
            </w:pPr>
          </w:p>
        </w:tc>
      </w:tr>
      <w:tr w:rsidR="00806C01" w:rsidRPr="001B7874" w:rsidTr="00C464FC">
        <w:tc>
          <w:tcPr>
            <w:tcW w:w="1781" w:type="dxa"/>
          </w:tcPr>
          <w:p w:rsidR="006F696E" w:rsidRDefault="001164CE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Recognizes</w:t>
            </w:r>
            <w:r w:rsidRPr="00B24AD9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sounds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  <w:p w:rsidR="001164CE" w:rsidRDefault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Gives examples of words with the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ending sounds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requested</w:t>
            </w:r>
          </w:p>
          <w:p w:rsidR="001164CE" w:rsidRPr="00861282" w:rsidRDefault="001164CE">
            <w:pPr>
              <w:rPr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  <w:r w:rsidRPr="001F691C">
              <w:rPr>
                <w:rFonts w:cstheme="minorHAns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</w:tc>
        <w:tc>
          <w:tcPr>
            <w:tcW w:w="1813" w:type="dxa"/>
          </w:tcPr>
          <w:p w:rsidR="006F696E" w:rsidRPr="009D55ED" w:rsidRDefault="00F20AA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00483C" w:rsidRPr="009D55ED" w:rsidRDefault="001F691C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B227C3" w:rsidRPr="009D55ED" w:rsidRDefault="00B227C3" w:rsidP="00B227C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-Gross Motor skills</w:t>
            </w:r>
          </w:p>
          <w:p w:rsidR="00F20AA3" w:rsidRPr="009D55ED" w:rsidRDefault="009D55E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-Game 15 min b. sounds worked</w:t>
            </w: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9D55ED" w:rsidRDefault="006F696E">
            <w:pPr>
              <w:rPr>
                <w:b/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B34852" w:rsidRPr="00AD48C4" w:rsidRDefault="00B34852" w:rsidP="001F691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536452" w:rsidTr="00C464FC">
        <w:trPr>
          <w:trHeight w:val="1272"/>
        </w:trPr>
        <w:tc>
          <w:tcPr>
            <w:tcW w:w="1781" w:type="dxa"/>
          </w:tcPr>
          <w:p w:rsidR="001164CE" w:rsidRPr="00E54AE3" w:rsidRDefault="001164CE" w:rsidP="001164C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Identifies the meaning of images, logos and familiar signs found in illustrations, picture books, reference books and stories.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:rsidR="00E54AE3" w:rsidRPr="00E54AE3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9D55ED" w:rsidRDefault="00536452">
            <w:pPr>
              <w:rPr>
                <w:b/>
                <w:lang w:val="en-US"/>
              </w:rPr>
            </w:pPr>
            <w:r>
              <w:rPr>
                <w:lang w:val="en-US"/>
              </w:rPr>
              <w:t>-</w:t>
            </w:r>
            <w:r w:rsidRPr="00536452">
              <w:rPr>
                <w:b/>
                <w:lang w:val="en-US"/>
              </w:rPr>
              <w:t>Survey</w:t>
            </w:r>
          </w:p>
          <w:p w:rsidR="006F696E" w:rsidRDefault="009D55ED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 (see station</w:t>
            </w:r>
            <w:r w:rsidR="001B7874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)</w:t>
            </w:r>
          </w:p>
          <w:p w:rsidR="00E54AE3" w:rsidRPr="00AD48C4" w:rsidRDefault="00E54AE3" w:rsidP="009D55ED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E54AE3" w:rsidRPr="00FA53AC" w:rsidRDefault="001B7874" w:rsidP="00B227C3">
            <w:pPr>
              <w:rPr>
                <w:lang w:val="en-US"/>
              </w:rPr>
            </w:pPr>
            <w:r>
              <w:rPr>
                <w:lang w:val="en-US"/>
              </w:rPr>
              <w:t>Expert Alma G.</w:t>
            </w:r>
          </w:p>
        </w:tc>
        <w:tc>
          <w:tcPr>
            <w:tcW w:w="2072" w:type="dxa"/>
          </w:tcPr>
          <w:p w:rsidR="00B34852" w:rsidRPr="008132BC" w:rsidRDefault="00B34852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6F696E" w:rsidRPr="00FA53AC" w:rsidRDefault="002825A2" w:rsidP="00C464F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26" w:type="dxa"/>
          </w:tcPr>
          <w:p w:rsidR="0045346E" w:rsidRPr="00FA53AC" w:rsidRDefault="0045346E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164CE" w:rsidRPr="001F691C" w:rsidTr="00C464FC">
        <w:trPr>
          <w:trHeight w:val="1272"/>
        </w:trPr>
        <w:tc>
          <w:tcPr>
            <w:tcW w:w="1781" w:type="dxa"/>
          </w:tcPr>
          <w:p w:rsidR="001164CE" w:rsidRDefault="001164CE" w:rsidP="001164CE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 w:eastAsia="en-US"/>
              </w:rPr>
              <w:t>(Phase 1) (Cards)</w:t>
            </w:r>
          </w:p>
          <w:p w:rsidR="001164CE" w:rsidRDefault="001164CE" w:rsidP="001164C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</w:tcPr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Writing class 3</w:t>
            </w:r>
          </w:p>
          <w:p w:rsidR="001164CE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(Writing invitation and thank you cards)</w:t>
            </w:r>
          </w:p>
          <w:p w:rsidR="00536452" w:rsidRDefault="00536452" w:rsidP="00536452">
            <w:pPr>
              <w:rPr>
                <w:lang w:val="en-US"/>
              </w:rPr>
            </w:pPr>
            <w:r>
              <w:rPr>
                <w:lang w:val="en-US"/>
              </w:rPr>
              <w:t>(See stations above)</w:t>
            </w:r>
          </w:p>
        </w:tc>
        <w:tc>
          <w:tcPr>
            <w:tcW w:w="1813" w:type="dxa"/>
          </w:tcPr>
          <w:p w:rsidR="001164CE" w:rsidRDefault="001164CE" w:rsidP="001164CE">
            <w:pPr>
              <w:rPr>
                <w:lang w:val="en-US"/>
              </w:rPr>
            </w:pPr>
          </w:p>
        </w:tc>
        <w:tc>
          <w:tcPr>
            <w:tcW w:w="2072" w:type="dxa"/>
          </w:tcPr>
          <w:p w:rsidR="001164CE" w:rsidRPr="008132BC" w:rsidRDefault="001164CE">
            <w:pPr>
              <w:rPr>
                <w:lang w:val="en-GB"/>
              </w:rPr>
            </w:pPr>
          </w:p>
        </w:tc>
        <w:tc>
          <w:tcPr>
            <w:tcW w:w="2127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1164CE" w:rsidRPr="00FA53AC" w:rsidRDefault="001164CE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C464FC" w:rsidRPr="00FA53AC" w:rsidRDefault="00C464FC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1164CE" w:rsidRPr="00FA53AC" w:rsidRDefault="001164CE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36452"/>
    <w:rsid w:val="005509B4"/>
    <w:rsid w:val="005711A4"/>
    <w:rsid w:val="005738F7"/>
    <w:rsid w:val="005A600A"/>
    <w:rsid w:val="006178CE"/>
    <w:rsid w:val="006324A2"/>
    <w:rsid w:val="006664D5"/>
    <w:rsid w:val="00682766"/>
    <w:rsid w:val="00695040"/>
    <w:rsid w:val="006A1842"/>
    <w:rsid w:val="006F696E"/>
    <w:rsid w:val="00726FEB"/>
    <w:rsid w:val="007432E0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D55ED"/>
    <w:rsid w:val="009F0181"/>
    <w:rsid w:val="00A14C1C"/>
    <w:rsid w:val="00A27465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464FC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fessorgarfield.org/Phonemics/chickenCoo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203F-39C4-4CC7-A717-248B3EE2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3</cp:revision>
  <cp:lastPrinted>2012-11-15T19:02:00Z</cp:lastPrinted>
  <dcterms:created xsi:type="dcterms:W3CDTF">2013-02-22T10:04:00Z</dcterms:created>
  <dcterms:modified xsi:type="dcterms:W3CDTF">2013-02-22T10:04:00Z</dcterms:modified>
</cp:coreProperties>
</file>